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Pr="008651FD" w:rsidRDefault="00402FD1"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ANNEX 21 </w:t>
      </w:r>
      <w:bookmarkStart w:id="0" w:name="_GoBack"/>
      <w:bookmarkEnd w:id="0"/>
      <w:r w:rsidR="009031AF">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r>
        <w:rPr>
          <w:b/>
          <w:bCs/>
          <w:sz w:val="22"/>
          <w:szCs w:val="22"/>
        </w:rPr>
        <w:br w:type="page"/>
      </w:r>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headerReference w:type="default" r:id="rId11"/>
      <w:footerReference w:type="default" r:id="rId12"/>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EAB" w:rsidRDefault="002F6EAB" w:rsidP="00E22DFC">
      <w:r>
        <w:separator/>
      </w:r>
    </w:p>
  </w:endnote>
  <w:endnote w:type="continuationSeparator" w:id="0">
    <w:p w:rsidR="002F6EAB" w:rsidRDefault="002F6EAB"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EAB" w:rsidRDefault="002F6EAB" w:rsidP="00E22DFC">
      <w:r>
        <w:separator/>
      </w:r>
    </w:p>
  </w:footnote>
  <w:footnote w:type="continuationSeparator" w:id="0">
    <w:p w:rsidR="002F6EAB" w:rsidRDefault="002F6EAB"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A26342" w:rsidP="00B012A1">
    <w:pPr>
      <w:pStyle w:val="Capalera"/>
      <w:ind w:hanging="142"/>
      <w:rPr>
        <w:noProof/>
      </w:rPr>
    </w:pPr>
    <w:r>
      <w:rPr>
        <w:noProof/>
      </w:rPr>
      <w:drawing>
        <wp:anchor distT="0" distB="0" distL="114300" distR="114300" simplePos="0" relativeHeight="251661312" behindDoc="1" locked="0" layoutInCell="1" allowOverlap="1" wp14:anchorId="44705F93" wp14:editId="260F6EF5">
          <wp:simplePos x="0" y="0"/>
          <wp:positionH relativeFrom="column">
            <wp:posOffset>-171450</wp:posOffset>
          </wp:positionH>
          <wp:positionV relativeFrom="paragraph">
            <wp:posOffset>8890</wp:posOffset>
          </wp:positionV>
          <wp:extent cx="2851785" cy="340995"/>
          <wp:effectExtent l="0" t="0" r="0" b="0"/>
          <wp:wrapThrough wrapText="bothSides">
            <wp:wrapPolygon edited="0">
              <wp:start x="144" y="0"/>
              <wp:lineTo x="0" y="1207"/>
              <wp:lineTo x="0" y="16894"/>
              <wp:lineTo x="144" y="20514"/>
              <wp:lineTo x="10822" y="20514"/>
              <wp:lineTo x="15006" y="20514"/>
              <wp:lineTo x="21499" y="20514"/>
              <wp:lineTo x="21499" y="4827"/>
              <wp:lineTo x="17315" y="0"/>
              <wp:lineTo x="144" y="0"/>
            </wp:wrapPolygon>
          </wp:wrapThrough>
          <wp:docPr id="2" name="Imatge 2" descr="C:\Users\49296775R\Desktop\membre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2" descr="C:\Users\49296775R\Desktop\membret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1785" cy="340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71"/>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2F6EAB"/>
    <w:rsid w:val="00304D5E"/>
    <w:rsid w:val="0030542A"/>
    <w:rsid w:val="00313F9A"/>
    <w:rsid w:val="003155DA"/>
    <w:rsid w:val="003165E4"/>
    <w:rsid w:val="0031720D"/>
    <w:rsid w:val="003219C4"/>
    <w:rsid w:val="003240DA"/>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2FD1"/>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1AC"/>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188"/>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26342"/>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85B62"/>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3A7C0D9"/>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501tmag\Downloads\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http://schemas.microsoft.com/sharepoint/v3"/>
    <ds:schemaRef ds:uri="http://purl.org/dc/term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E678ACD5-DCF8-4759-A727-6861FA01D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877220-53D2-4C0C-9BF7-BE4E9A8B9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1</TotalTime>
  <Pages>2</Pages>
  <Words>458</Words>
  <Characters>2601</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Bosch Coll, Nuria</cp:lastModifiedBy>
  <cp:revision>3</cp:revision>
  <cp:lastPrinted>2018-08-27T11:31:00Z</cp:lastPrinted>
  <dcterms:created xsi:type="dcterms:W3CDTF">2024-05-14T06:39:00Z</dcterms:created>
  <dcterms:modified xsi:type="dcterms:W3CDTF">2024-05-22T12:51:00Z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